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FB9EF" w14:textId="7EDDD7E6" w:rsidR="006B2A27" w:rsidRDefault="006B2A27" w:rsidP="006B2A27">
      <w:pPr>
        <w:ind w:left="4820"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Lisa </w:t>
      </w:r>
      <w:r w:rsidR="00970CA8">
        <w:rPr>
          <w:sz w:val="20"/>
          <w:szCs w:val="20"/>
        </w:rPr>
        <w:t>11</w:t>
      </w:r>
    </w:p>
    <w:p w14:paraId="1AECEE47" w14:textId="7CE2CDB1" w:rsidR="006B2A27" w:rsidRDefault="006B2A27" w:rsidP="006B2A27">
      <w:pPr>
        <w:ind w:left="5529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RMK ja </w:t>
      </w:r>
      <w:proofErr w:type="spellStart"/>
      <w:r w:rsidR="00970CA8">
        <w:rPr>
          <w:sz w:val="20"/>
          <w:szCs w:val="20"/>
          <w:lang w:val="en-AU"/>
        </w:rPr>
        <w:t>Keskkonnaameti</w:t>
      </w:r>
      <w:proofErr w:type="spellEnd"/>
      <w:r>
        <w:rPr>
          <w:sz w:val="20"/>
          <w:szCs w:val="20"/>
        </w:rPr>
        <w:t xml:space="preserve"> vahelise </w:t>
      </w:r>
      <w:sdt>
        <w:sdtPr>
          <w:rPr>
            <w:sz w:val="20"/>
            <w:szCs w:val="20"/>
          </w:rPr>
          <w:id w:val="1995450994"/>
          <w:placeholder>
            <w:docPart w:val="43B14BD2C8B64F9C86BECEFA0DB4B767"/>
          </w:placeholder>
          <w:date w:fullDate="2011-01-03T00:00:00Z">
            <w:dateFormat w:val="d.MM.yyyy"/>
            <w:lid w:val="et-EE"/>
            <w:storeMappedDataAs w:val="dateTime"/>
            <w:calendar w:val="gregorian"/>
          </w:date>
        </w:sdtPr>
        <w:sdtContent>
          <w:r w:rsidR="00333D37">
            <w:rPr>
              <w:sz w:val="20"/>
              <w:szCs w:val="20"/>
            </w:rPr>
            <w:t>3</w:t>
          </w:r>
          <w:r w:rsidR="00970CA8">
            <w:rPr>
              <w:sz w:val="20"/>
              <w:szCs w:val="20"/>
            </w:rPr>
            <w:t>.</w:t>
          </w:r>
          <w:r w:rsidR="00333D37">
            <w:rPr>
              <w:sz w:val="20"/>
              <w:szCs w:val="20"/>
            </w:rPr>
            <w:t>01</w:t>
          </w:r>
          <w:r w:rsidR="00970CA8">
            <w:rPr>
              <w:sz w:val="20"/>
              <w:szCs w:val="20"/>
            </w:rPr>
            <w:t>.2011</w:t>
          </w:r>
        </w:sdtContent>
      </w:sdt>
      <w:r>
        <w:rPr>
          <w:sz w:val="20"/>
          <w:szCs w:val="20"/>
        </w:rPr>
        <w:t xml:space="preserve"> </w:t>
      </w:r>
      <w:r>
        <w:rPr>
          <w:sz w:val="20"/>
          <w:szCs w:val="20"/>
        </w:rPr>
        <w:softHyphen/>
        <w:t xml:space="preserve">lepingu nr </w:t>
      </w:r>
      <w:r w:rsidR="00E5667F">
        <w:rPr>
          <w:sz w:val="20"/>
          <w:szCs w:val="20"/>
          <w:lang w:val="en-AU"/>
        </w:rPr>
        <w:t>9-28/5</w:t>
      </w:r>
      <w:r>
        <w:rPr>
          <w:sz w:val="20"/>
          <w:szCs w:val="20"/>
        </w:rPr>
        <w:t xml:space="preserve"> juurde</w:t>
      </w:r>
    </w:p>
    <w:p w14:paraId="0E7DD537" w14:textId="77777777" w:rsidR="00387697" w:rsidRDefault="00387697" w:rsidP="002B4E58"/>
    <w:p w14:paraId="0C695408" w14:textId="77777777" w:rsidR="00A00D13" w:rsidRDefault="00A00D13" w:rsidP="00A00D13">
      <w:pPr>
        <w:ind w:left="5040"/>
        <w:jc w:val="both"/>
      </w:pPr>
    </w:p>
    <w:p w14:paraId="3FC98176" w14:textId="77777777" w:rsidR="006B2A27" w:rsidRDefault="006B2A27" w:rsidP="00A00D13">
      <w:pPr>
        <w:ind w:left="5040"/>
        <w:jc w:val="both"/>
        <w:sectPr w:rsidR="006B2A27" w:rsidSect="004E2C41">
          <w:pgSz w:w="11906" w:h="16838"/>
          <w:pgMar w:top="568" w:right="1797" w:bottom="1440" w:left="1797" w:header="709" w:footer="709" w:gutter="0"/>
          <w:cols w:space="708"/>
          <w:formProt w:val="0"/>
          <w:docGrid w:linePitch="360"/>
        </w:sectPr>
      </w:pPr>
    </w:p>
    <w:p w14:paraId="30785B71" w14:textId="77777777" w:rsidR="00C5730E" w:rsidRDefault="00C5730E" w:rsidP="00012F5A">
      <w:pPr>
        <w:jc w:val="both"/>
      </w:pPr>
    </w:p>
    <w:p w14:paraId="1458D425" w14:textId="77777777" w:rsidR="007F7E67" w:rsidRDefault="007F7E67" w:rsidP="00012F5A">
      <w:pPr>
        <w:jc w:val="both"/>
      </w:pPr>
    </w:p>
    <w:p w14:paraId="2ECF5DF8" w14:textId="77777777" w:rsidR="007F7E67" w:rsidRDefault="007F7E67" w:rsidP="00012F5A">
      <w:pPr>
        <w:jc w:val="both"/>
      </w:pPr>
    </w:p>
    <w:p w14:paraId="6454B45B" w14:textId="77777777" w:rsidR="007F7E67" w:rsidRDefault="007F7E67" w:rsidP="00012F5A">
      <w:pPr>
        <w:jc w:val="both"/>
      </w:pPr>
    </w:p>
    <w:p w14:paraId="2097E8EB" w14:textId="77777777" w:rsidR="00C5730E" w:rsidRDefault="00C5730E" w:rsidP="00A00D13">
      <w:pPr>
        <w:ind w:left="5040"/>
        <w:jc w:val="both"/>
      </w:pPr>
    </w:p>
    <w:p w14:paraId="7ECF3B63" w14:textId="77777777" w:rsidR="00387697" w:rsidRDefault="00387697" w:rsidP="00012F5A">
      <w:pPr>
        <w:jc w:val="center"/>
        <w:rPr>
          <w:b/>
          <w:bCs/>
        </w:rPr>
      </w:pPr>
      <w:r>
        <w:rPr>
          <w:b/>
          <w:bCs/>
        </w:rPr>
        <w:t>KOKKULEPE LEPINGU LÕPETAMISE KOHTA</w:t>
      </w:r>
      <w:r w:rsidR="004C2C91">
        <w:rPr>
          <w:b/>
          <w:bCs/>
        </w:rPr>
        <w:t xml:space="preserve"> </w:t>
      </w:r>
    </w:p>
    <w:p w14:paraId="6F2631C2" w14:textId="77777777" w:rsidR="00886252" w:rsidRDefault="00886252" w:rsidP="00886252">
      <w:pPr>
        <w:jc w:val="right"/>
        <w:rPr>
          <w:rFonts w:eastAsia="Calibri"/>
          <w:szCs w:val="22"/>
          <w:lang w:val="en-GB"/>
        </w:rPr>
      </w:pPr>
    </w:p>
    <w:p w14:paraId="274FD5CA" w14:textId="404FF041" w:rsidR="00886252" w:rsidRDefault="00E6294F" w:rsidP="00886252">
      <w:pPr>
        <w:jc w:val="right"/>
        <w:rPr>
          <w:rFonts w:eastAsia="Calibri"/>
          <w:szCs w:val="22"/>
          <w:lang w:val="en-GB"/>
        </w:rPr>
      </w:pPr>
      <w:proofErr w:type="spellStart"/>
      <w:r>
        <w:rPr>
          <w:rFonts w:eastAsia="Calibri"/>
          <w:szCs w:val="22"/>
          <w:lang w:val="en-GB"/>
        </w:rPr>
        <w:t>Hiliseima</w:t>
      </w:r>
      <w:proofErr w:type="spellEnd"/>
      <w:r>
        <w:rPr>
          <w:rFonts w:eastAsia="Calibri"/>
          <w:szCs w:val="22"/>
          <w:lang w:val="en-GB"/>
        </w:rPr>
        <w:t xml:space="preserve"> </w:t>
      </w:r>
      <w:proofErr w:type="spellStart"/>
      <w:r>
        <w:rPr>
          <w:rFonts w:eastAsia="Calibri"/>
          <w:szCs w:val="22"/>
          <w:lang w:val="en-GB"/>
        </w:rPr>
        <w:t>digitaalallkirja</w:t>
      </w:r>
      <w:proofErr w:type="spellEnd"/>
      <w:r>
        <w:rPr>
          <w:rFonts w:eastAsia="Calibri"/>
          <w:szCs w:val="22"/>
          <w:lang w:val="en-GB"/>
        </w:rPr>
        <w:t xml:space="preserve"> </w:t>
      </w:r>
      <w:proofErr w:type="spellStart"/>
      <w:r>
        <w:rPr>
          <w:rFonts w:eastAsia="Calibri"/>
          <w:szCs w:val="22"/>
          <w:lang w:val="en-GB"/>
        </w:rPr>
        <w:t>kuupäev</w:t>
      </w:r>
      <w:proofErr w:type="spellEnd"/>
    </w:p>
    <w:p w14:paraId="40D39920" w14:textId="77777777" w:rsidR="00886252" w:rsidRDefault="00886252" w:rsidP="00886252">
      <w:pPr>
        <w:jc w:val="right"/>
      </w:pPr>
    </w:p>
    <w:p w14:paraId="5FCD2B2A" w14:textId="77777777" w:rsidR="00AF6E0F" w:rsidRDefault="00AF6E0F" w:rsidP="00886252">
      <w:pPr>
        <w:jc w:val="right"/>
      </w:pPr>
    </w:p>
    <w:p w14:paraId="10A63140" w14:textId="1126BC6B" w:rsidR="00387697" w:rsidRDefault="00387697" w:rsidP="00A67865">
      <w:pPr>
        <w:pStyle w:val="Pealkiri11"/>
      </w:pPr>
      <w:r>
        <w:t xml:space="preserve">Pooled </w:t>
      </w:r>
      <w:r w:rsidR="004104EB">
        <w:t xml:space="preserve">on </w:t>
      </w:r>
      <w:r w:rsidR="002B4E58">
        <w:t xml:space="preserve">kokku leppinud lõpetada </w:t>
      </w:r>
      <w:r w:rsidR="0041010F">
        <w:t>hoone tasuta kasutamise leping nr</w:t>
      </w:r>
      <w:r w:rsidR="00842AD1">
        <w:t xml:space="preserve"> </w:t>
      </w:r>
      <w:r w:rsidR="0041010F">
        <w:t>9-28/5</w:t>
      </w:r>
      <w:r w:rsidR="00842AD1">
        <w:t xml:space="preserve"> </w:t>
      </w:r>
      <w:r w:rsidR="00020BE7">
        <w:t xml:space="preserve">alates </w:t>
      </w:r>
      <w:sdt>
        <w:sdtPr>
          <w:id w:val="1177693504"/>
          <w:placeholder>
            <w:docPart w:val="E7614448B1ED43D9B4BAD2A0D2C46E77"/>
          </w:placeholder>
          <w:date w:fullDate="2024-12-17T00:00:00Z">
            <w:dateFormat w:val="d.MM.yyyy"/>
            <w:lid w:val="et-EE"/>
            <w:storeMappedDataAs w:val="dateTime"/>
            <w:calendar w:val="gregorian"/>
          </w:date>
        </w:sdtPr>
        <w:sdtContent>
          <w:r w:rsidR="003F7DA8">
            <w:t>17.12.2024</w:t>
          </w:r>
        </w:sdtContent>
      </w:sdt>
      <w:r w:rsidR="009E21A0">
        <w:t>.</w:t>
      </w:r>
    </w:p>
    <w:p w14:paraId="52BC28CF" w14:textId="77777777" w:rsidR="00387697" w:rsidRDefault="00387697">
      <w:pPr>
        <w:ind w:left="360"/>
        <w:jc w:val="both"/>
      </w:pPr>
    </w:p>
    <w:p w14:paraId="3583CEFC" w14:textId="32EA64DF" w:rsidR="00387697" w:rsidRDefault="00696CFF" w:rsidP="00105B5C">
      <w:pPr>
        <w:pStyle w:val="Pealkiri11"/>
      </w:pPr>
      <w:r>
        <w:t xml:space="preserve">Keskkonnaamet </w:t>
      </w:r>
      <w:r w:rsidR="000D6A8F">
        <w:t>on tagastanud</w:t>
      </w:r>
      <w:r w:rsidR="00144FCC">
        <w:t xml:space="preserve"> </w:t>
      </w:r>
      <w:r w:rsidR="00341B4D">
        <w:t>lepingu täitmiseks talle</w:t>
      </w:r>
      <w:r w:rsidR="00341B4D" w:rsidRPr="004C4587">
        <w:rPr>
          <w:b/>
        </w:rPr>
        <w:t xml:space="preserve"> </w:t>
      </w:r>
      <w:r w:rsidR="00341B4D">
        <w:t>üle antud va</w:t>
      </w:r>
      <w:r w:rsidR="00632ACA">
        <w:t>ra</w:t>
      </w:r>
      <w:r w:rsidR="001540AE">
        <w:t>, mis on lepingu</w:t>
      </w:r>
      <w:r w:rsidR="00144FCC">
        <w:t xml:space="preserve"> 9-28/5</w:t>
      </w:r>
      <w:r w:rsidR="001540AE">
        <w:t xml:space="preserve"> lisas</w:t>
      </w:r>
      <w:r w:rsidR="00DA2303">
        <w:t xml:space="preserve"> nr 10 </w:t>
      </w:r>
      <w:r w:rsidR="00A22968">
        <w:t>( üüripinna üleandmise-vastuvõtmise akt)</w:t>
      </w:r>
      <w:r w:rsidR="009E21A0">
        <w:t>;</w:t>
      </w:r>
    </w:p>
    <w:p w14:paraId="6C6A1ADE" w14:textId="77777777" w:rsidR="00387697" w:rsidRDefault="00387697" w:rsidP="00C9157C">
      <w:pPr>
        <w:ind w:left="360"/>
        <w:jc w:val="both"/>
      </w:pPr>
    </w:p>
    <w:p w14:paraId="2BD673C5" w14:textId="7FF7F1D1" w:rsidR="00E15F18" w:rsidRDefault="00387697" w:rsidP="00105B5C">
      <w:pPr>
        <w:pStyle w:val="Pealkiri11"/>
        <w:jc w:val="both"/>
      </w:pPr>
      <w:r>
        <w:t>Pooled on kokku leppinud, et pärast punktis 2 ni</w:t>
      </w:r>
      <w:r w:rsidR="002B4E58">
        <w:t>metatud kohustuste täitmist ja l</w:t>
      </w:r>
      <w:r w:rsidR="00341B4D">
        <w:t xml:space="preserve">epingu kohaselt </w:t>
      </w:r>
      <w:r>
        <w:t>tasumisele kuuluv</w:t>
      </w:r>
      <w:r w:rsidR="002B4E58">
        <w:t xml:space="preserve">ate summade </w:t>
      </w:r>
      <w:r w:rsidR="00105B5C">
        <w:t>tasumis</w:t>
      </w:r>
      <w:r w:rsidR="002B4E58">
        <w:t>t puudub pooltel õigus esitada lepingu täitmise osas teisele p</w:t>
      </w:r>
      <w:r>
        <w:t xml:space="preserve">oolele pretensioone või vastuväiteid. </w:t>
      </w:r>
    </w:p>
    <w:p w14:paraId="2FA68835" w14:textId="77777777" w:rsidR="00387697" w:rsidRDefault="00387697" w:rsidP="00C9157C">
      <w:pPr>
        <w:ind w:left="360" w:hanging="360"/>
        <w:jc w:val="both"/>
      </w:pPr>
    </w:p>
    <w:p w14:paraId="22C42A2E" w14:textId="2B8FE69B" w:rsidR="00387697" w:rsidRDefault="00000000" w:rsidP="00C9157C">
      <w:pPr>
        <w:pStyle w:val="Pealkiri11"/>
        <w:jc w:val="both"/>
      </w:pPr>
      <w:sdt>
        <w:sdtPr>
          <w:id w:val="-802771011"/>
          <w:placeholder>
            <w:docPart w:val="BF0D052B225643B4B2579248926B6C5F"/>
          </w:placeholder>
          <w:comboBox>
            <w:listItem w:displayText=" " w:value=" "/>
            <w:listItem w:displayText="Kokkulepe on allkirjastatud digitaalselt." w:value="Kokkulepe on allkirjastatud digitaalselt."/>
            <w:listItem w:displayText="Kokkulepe on allkirjastatud paberkandjal kahes võrdset juriidilist jõudu omavas eksemplaris, millest kumbki pool saab ühe eksemplari." w:value="Kokkulepe on allkirjastatud paberkandjal kahes võrdset juriidilist jõudu omavas eksemplaris, millest kumbki pool saab ühe eksemplari."/>
          </w:comboBox>
        </w:sdtPr>
        <w:sdtContent>
          <w:r w:rsidR="00CA11EE">
            <w:t>Kokkulepe on allkirjastatud digitaalselt.</w:t>
          </w:r>
        </w:sdtContent>
      </w:sdt>
    </w:p>
    <w:p w14:paraId="5A92E0C7" w14:textId="77777777" w:rsidR="00387697" w:rsidRDefault="00387697" w:rsidP="00C9157C">
      <w:pPr>
        <w:ind w:left="360"/>
        <w:jc w:val="both"/>
      </w:pPr>
    </w:p>
    <w:p w14:paraId="4FC629BA" w14:textId="77777777" w:rsidR="00387697" w:rsidRDefault="00387697" w:rsidP="00C9157C">
      <w:pPr>
        <w:ind w:left="360"/>
        <w:jc w:val="both"/>
      </w:pPr>
    </w:p>
    <w:p w14:paraId="003BB2F2" w14:textId="77777777" w:rsidR="00DA031C" w:rsidRPr="00DA031C" w:rsidRDefault="00DA031C" w:rsidP="00C9157C">
      <w:pPr>
        <w:ind w:left="284"/>
        <w:jc w:val="both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1"/>
        <w:gridCol w:w="4151"/>
      </w:tblGrid>
      <w:tr w:rsidR="00D74156" w14:paraId="6F524195" w14:textId="77777777" w:rsidTr="00182F2F">
        <w:tc>
          <w:tcPr>
            <w:tcW w:w="4226" w:type="dxa"/>
          </w:tcPr>
          <w:p w14:paraId="0D4C9062" w14:textId="0DADD46D" w:rsidR="00D74156" w:rsidRDefault="00B37F06" w:rsidP="00C9157C">
            <w:pPr>
              <w:jc w:val="both"/>
              <w:rPr>
                <w:iCs/>
              </w:rPr>
            </w:pPr>
            <w:r>
              <w:rPr>
                <w:b/>
                <w:iCs/>
              </w:rPr>
              <w:t>Riigimetsa Majandamise Keskus</w:t>
            </w:r>
            <w:r w:rsidR="00E6294F">
              <w:rPr>
                <w:b/>
                <w:iCs/>
              </w:rPr>
              <w:t xml:space="preserve">             </w:t>
            </w:r>
          </w:p>
        </w:tc>
        <w:tc>
          <w:tcPr>
            <w:tcW w:w="4226" w:type="dxa"/>
          </w:tcPr>
          <w:p w14:paraId="4D4BC85C" w14:textId="5B41C2B4" w:rsidR="00D74156" w:rsidRDefault="00B37F06" w:rsidP="00C9157C">
            <w:pPr>
              <w:jc w:val="both"/>
              <w:rPr>
                <w:iCs/>
              </w:rPr>
            </w:pPr>
            <w:r>
              <w:rPr>
                <w:b/>
              </w:rPr>
              <w:t>Keskkonnaamet</w:t>
            </w:r>
          </w:p>
        </w:tc>
      </w:tr>
      <w:tr w:rsidR="00D74156" w14:paraId="56988FE3" w14:textId="77777777" w:rsidTr="00182F2F">
        <w:tc>
          <w:tcPr>
            <w:tcW w:w="4226" w:type="dxa"/>
          </w:tcPr>
          <w:p w14:paraId="41AAEFAF" w14:textId="77777777" w:rsidR="00D74156" w:rsidRDefault="00D74156" w:rsidP="00C9157C">
            <w:pPr>
              <w:jc w:val="both"/>
              <w:rPr>
                <w:iCs/>
              </w:rPr>
            </w:pPr>
          </w:p>
        </w:tc>
        <w:tc>
          <w:tcPr>
            <w:tcW w:w="4226" w:type="dxa"/>
          </w:tcPr>
          <w:p w14:paraId="55B9DE78" w14:textId="77777777" w:rsidR="00D74156" w:rsidRDefault="00D74156" w:rsidP="00C9157C">
            <w:pPr>
              <w:jc w:val="both"/>
              <w:rPr>
                <w:iCs/>
              </w:rPr>
            </w:pPr>
          </w:p>
        </w:tc>
      </w:tr>
      <w:tr w:rsidR="00D74156" w14:paraId="1C74E420" w14:textId="77777777" w:rsidTr="00182F2F">
        <w:tc>
          <w:tcPr>
            <w:tcW w:w="4226" w:type="dxa"/>
          </w:tcPr>
          <w:p w14:paraId="35D4DFB1" w14:textId="77777777" w:rsidR="00D74156" w:rsidRDefault="00D74156" w:rsidP="00C9157C">
            <w:pPr>
              <w:jc w:val="both"/>
              <w:rPr>
                <w:iCs/>
              </w:rPr>
            </w:pPr>
          </w:p>
        </w:tc>
        <w:tc>
          <w:tcPr>
            <w:tcW w:w="4226" w:type="dxa"/>
          </w:tcPr>
          <w:p w14:paraId="4296562D" w14:textId="77777777" w:rsidR="00D74156" w:rsidRDefault="00D74156" w:rsidP="00C9157C">
            <w:pPr>
              <w:jc w:val="both"/>
              <w:rPr>
                <w:iCs/>
              </w:rPr>
            </w:pPr>
          </w:p>
        </w:tc>
      </w:tr>
      <w:tr w:rsidR="00D74156" w14:paraId="5ACD3040" w14:textId="77777777" w:rsidTr="00182F2F">
        <w:tc>
          <w:tcPr>
            <w:tcW w:w="4226" w:type="dxa"/>
          </w:tcPr>
          <w:p w14:paraId="4B60690E" w14:textId="2D4FEB03" w:rsidR="00D74156" w:rsidRDefault="00000000" w:rsidP="00C9157C">
            <w:pPr>
              <w:jc w:val="both"/>
              <w:rPr>
                <w:iCs/>
              </w:rPr>
            </w:pPr>
            <w:sdt>
              <w:sdtPr>
                <w:id w:val="2081640109"/>
                <w:placeholder>
                  <w:docPart w:val="46DB29E50901493D9EB9B4F6349DD059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DE1BC1">
                  <w:t>(allkirjastatud digitaalselt)</w:t>
                </w:r>
              </w:sdtContent>
            </w:sdt>
          </w:p>
        </w:tc>
        <w:tc>
          <w:tcPr>
            <w:tcW w:w="4226" w:type="dxa"/>
          </w:tcPr>
          <w:p w14:paraId="4CAB1839" w14:textId="4FE50E25" w:rsidR="00D74156" w:rsidRDefault="00000000" w:rsidP="00C9157C">
            <w:pPr>
              <w:jc w:val="both"/>
              <w:rPr>
                <w:iCs/>
              </w:rPr>
            </w:pPr>
            <w:sdt>
              <w:sdtPr>
                <w:id w:val="653806690"/>
                <w:placeholder>
                  <w:docPart w:val="256EED5EA2BB4C63A6A309A63A16E08E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DE1BC1">
                  <w:t>(allkirjastatud digitaalselt)</w:t>
                </w:r>
              </w:sdtContent>
            </w:sdt>
          </w:p>
        </w:tc>
      </w:tr>
      <w:tr w:rsidR="00D74156" w14:paraId="55468FA9" w14:textId="77777777" w:rsidTr="00182F2F">
        <w:tc>
          <w:tcPr>
            <w:tcW w:w="4226" w:type="dxa"/>
          </w:tcPr>
          <w:p w14:paraId="0CC0F686" w14:textId="77777777" w:rsidR="00D74156" w:rsidRDefault="00D74156" w:rsidP="00C9157C">
            <w:pPr>
              <w:jc w:val="both"/>
              <w:rPr>
                <w:iCs/>
              </w:rPr>
            </w:pPr>
          </w:p>
        </w:tc>
        <w:tc>
          <w:tcPr>
            <w:tcW w:w="4226" w:type="dxa"/>
          </w:tcPr>
          <w:p w14:paraId="61BE1C0A" w14:textId="77777777" w:rsidR="00D74156" w:rsidRDefault="00D74156" w:rsidP="00C9157C">
            <w:pPr>
              <w:jc w:val="both"/>
              <w:rPr>
                <w:iCs/>
              </w:rPr>
            </w:pPr>
          </w:p>
        </w:tc>
      </w:tr>
      <w:tr w:rsidR="00D74156" w14:paraId="0819FA8B" w14:textId="77777777" w:rsidTr="00182F2F">
        <w:tc>
          <w:tcPr>
            <w:tcW w:w="4226" w:type="dxa"/>
          </w:tcPr>
          <w:p w14:paraId="0F02330B" w14:textId="77777777" w:rsidR="00D74156" w:rsidRDefault="00D74156" w:rsidP="00C9157C">
            <w:pPr>
              <w:jc w:val="both"/>
              <w:rPr>
                <w:iCs/>
              </w:rPr>
            </w:pPr>
          </w:p>
        </w:tc>
        <w:tc>
          <w:tcPr>
            <w:tcW w:w="4226" w:type="dxa"/>
          </w:tcPr>
          <w:p w14:paraId="626CEF02" w14:textId="77777777" w:rsidR="00D74156" w:rsidRDefault="00D74156" w:rsidP="00C9157C">
            <w:pPr>
              <w:jc w:val="both"/>
              <w:rPr>
                <w:iCs/>
              </w:rPr>
            </w:pPr>
          </w:p>
        </w:tc>
      </w:tr>
      <w:tr w:rsidR="00D74156" w14:paraId="730B7611" w14:textId="77777777" w:rsidTr="00182F2F">
        <w:tc>
          <w:tcPr>
            <w:tcW w:w="4226" w:type="dxa"/>
          </w:tcPr>
          <w:p w14:paraId="76218A73" w14:textId="77777777" w:rsidR="00D74156" w:rsidRDefault="00E54F13" w:rsidP="00C9157C">
            <w:pPr>
              <w:jc w:val="both"/>
              <w:rPr>
                <w:lang w:val="en-AU"/>
              </w:rPr>
            </w:pPr>
            <w:r>
              <w:rPr>
                <w:lang w:val="en-AU"/>
              </w:rPr>
              <w:t>Karl Mänd</w:t>
            </w:r>
          </w:p>
          <w:p w14:paraId="67AD5FAA" w14:textId="4617250B" w:rsidR="00E54F13" w:rsidRDefault="00E54F13" w:rsidP="00C9157C">
            <w:pPr>
              <w:jc w:val="both"/>
              <w:rPr>
                <w:iCs/>
              </w:rPr>
            </w:pPr>
            <w:r>
              <w:rPr>
                <w:iCs/>
              </w:rPr>
              <w:t>Kinnisvaraosakonna juhataja</w:t>
            </w:r>
          </w:p>
        </w:tc>
        <w:tc>
          <w:tcPr>
            <w:tcW w:w="4226" w:type="dxa"/>
          </w:tcPr>
          <w:p w14:paraId="71C49731" w14:textId="77777777" w:rsidR="00D74156" w:rsidRDefault="00E15F18" w:rsidP="00C9157C">
            <w:pPr>
              <w:jc w:val="both"/>
              <w:rPr>
                <w:iCs/>
              </w:rPr>
            </w:pPr>
            <w:r>
              <w:rPr>
                <w:iCs/>
              </w:rPr>
              <w:t xml:space="preserve">Kairi </w:t>
            </w:r>
            <w:proofErr w:type="spellStart"/>
            <w:r>
              <w:rPr>
                <w:iCs/>
              </w:rPr>
              <w:t>Rikko</w:t>
            </w:r>
            <w:proofErr w:type="spellEnd"/>
          </w:p>
          <w:p w14:paraId="013BED4E" w14:textId="15D8360D" w:rsidR="00E15F18" w:rsidRDefault="00E15F18" w:rsidP="00C9157C">
            <w:pPr>
              <w:jc w:val="both"/>
              <w:rPr>
                <w:iCs/>
              </w:rPr>
            </w:pPr>
            <w:r>
              <w:rPr>
                <w:iCs/>
              </w:rPr>
              <w:t>Haldusosakonna juhataja</w:t>
            </w:r>
          </w:p>
        </w:tc>
      </w:tr>
    </w:tbl>
    <w:p w14:paraId="19BD54E1" w14:textId="77777777" w:rsidR="00C7029F" w:rsidRDefault="00C7029F" w:rsidP="00C9157C">
      <w:pPr>
        <w:jc w:val="both"/>
        <w:rPr>
          <w:i/>
          <w:iCs/>
        </w:rPr>
      </w:pPr>
    </w:p>
    <w:sectPr w:rsidR="00C7029F" w:rsidSect="00A00D13">
      <w:type w:val="continuous"/>
      <w:pgSz w:w="11906" w:h="16838"/>
      <w:pgMar w:top="1134" w:right="1797" w:bottom="1440" w:left="179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4EAC8" w14:textId="77777777" w:rsidR="0005742A" w:rsidRDefault="0005742A" w:rsidP="007F7E67">
      <w:r>
        <w:separator/>
      </w:r>
    </w:p>
  </w:endnote>
  <w:endnote w:type="continuationSeparator" w:id="0">
    <w:p w14:paraId="18C0689E" w14:textId="77777777" w:rsidR="0005742A" w:rsidRDefault="0005742A" w:rsidP="007F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771FB" w14:textId="77777777" w:rsidR="0005742A" w:rsidRDefault="0005742A" w:rsidP="007F7E67">
      <w:r>
        <w:separator/>
      </w:r>
    </w:p>
  </w:footnote>
  <w:footnote w:type="continuationSeparator" w:id="0">
    <w:p w14:paraId="7E63106E" w14:textId="77777777" w:rsidR="0005742A" w:rsidRDefault="0005742A" w:rsidP="007F7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43A9D"/>
    <w:multiLevelType w:val="hybridMultilevel"/>
    <w:tmpl w:val="E460C3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15550"/>
    <w:multiLevelType w:val="hybridMultilevel"/>
    <w:tmpl w:val="8238F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DC77A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E03951"/>
    <w:multiLevelType w:val="multilevel"/>
    <w:tmpl w:val="5F281152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D404E4D"/>
    <w:multiLevelType w:val="hybridMultilevel"/>
    <w:tmpl w:val="04BA9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1563223">
    <w:abstractNumId w:val="1"/>
  </w:num>
  <w:num w:numId="2" w16cid:durableId="1280143972">
    <w:abstractNumId w:val="3"/>
  </w:num>
  <w:num w:numId="3" w16cid:durableId="1139810099">
    <w:abstractNumId w:val="2"/>
  </w:num>
  <w:num w:numId="4" w16cid:durableId="1977636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21B"/>
    <w:rsid w:val="00012F5A"/>
    <w:rsid w:val="00020BE7"/>
    <w:rsid w:val="000246D8"/>
    <w:rsid w:val="0005742A"/>
    <w:rsid w:val="00085131"/>
    <w:rsid w:val="000D6A8F"/>
    <w:rsid w:val="00105B5C"/>
    <w:rsid w:val="00144FCC"/>
    <w:rsid w:val="001540AE"/>
    <w:rsid w:val="00176E56"/>
    <w:rsid w:val="001D379B"/>
    <w:rsid w:val="002639FD"/>
    <w:rsid w:val="00277394"/>
    <w:rsid w:val="002B4E58"/>
    <w:rsid w:val="00327A34"/>
    <w:rsid w:val="00333D37"/>
    <w:rsid w:val="00341B4D"/>
    <w:rsid w:val="00387697"/>
    <w:rsid w:val="003A0407"/>
    <w:rsid w:val="003F7DA8"/>
    <w:rsid w:val="0041010F"/>
    <w:rsid w:val="004104EB"/>
    <w:rsid w:val="00421100"/>
    <w:rsid w:val="00423643"/>
    <w:rsid w:val="004C186D"/>
    <w:rsid w:val="004C2C91"/>
    <w:rsid w:val="004C4587"/>
    <w:rsid w:val="004E2C41"/>
    <w:rsid w:val="00521352"/>
    <w:rsid w:val="005C3009"/>
    <w:rsid w:val="00632ACA"/>
    <w:rsid w:val="006820B0"/>
    <w:rsid w:val="00696CFF"/>
    <w:rsid w:val="006B2A27"/>
    <w:rsid w:val="006B6BF1"/>
    <w:rsid w:val="007F7E67"/>
    <w:rsid w:val="00830840"/>
    <w:rsid w:val="00842AD1"/>
    <w:rsid w:val="00886252"/>
    <w:rsid w:val="009507C3"/>
    <w:rsid w:val="00960276"/>
    <w:rsid w:val="00970CA8"/>
    <w:rsid w:val="009E21A0"/>
    <w:rsid w:val="009E56A1"/>
    <w:rsid w:val="00A00D13"/>
    <w:rsid w:val="00A22968"/>
    <w:rsid w:val="00A53E77"/>
    <w:rsid w:val="00A67865"/>
    <w:rsid w:val="00AF6E0F"/>
    <w:rsid w:val="00B37F06"/>
    <w:rsid w:val="00C5730E"/>
    <w:rsid w:val="00C7029F"/>
    <w:rsid w:val="00C9157C"/>
    <w:rsid w:val="00CA11EE"/>
    <w:rsid w:val="00D2403A"/>
    <w:rsid w:val="00D32007"/>
    <w:rsid w:val="00D74156"/>
    <w:rsid w:val="00D96680"/>
    <w:rsid w:val="00DA031C"/>
    <w:rsid w:val="00DA18A2"/>
    <w:rsid w:val="00DA2303"/>
    <w:rsid w:val="00DE1BC1"/>
    <w:rsid w:val="00E15F18"/>
    <w:rsid w:val="00E54F13"/>
    <w:rsid w:val="00E5667F"/>
    <w:rsid w:val="00E6294F"/>
    <w:rsid w:val="00F0021B"/>
    <w:rsid w:val="00F5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C03D0"/>
  <w15:docId w15:val="{5A50A43F-394E-437B-8ABC-A241D88D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qFormat/>
    <w:rsid w:val="00A00D1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table" w:styleId="Kontuurtabel">
    <w:name w:val="Table Grid"/>
    <w:basedOn w:val="Normaaltabel"/>
    <w:uiPriority w:val="59"/>
    <w:rsid w:val="002B4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nhideWhenUsed/>
    <w:rsid w:val="007F7E6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7F7E67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nhideWhenUsed/>
    <w:rsid w:val="007F7E6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7F7E67"/>
    <w:rPr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semiHidden/>
    <w:unhideWhenUsed/>
    <w:rsid w:val="0088625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886252"/>
    <w:rPr>
      <w:rFonts w:ascii="Tahoma" w:hAnsi="Tahoma" w:cs="Tahoma"/>
      <w:sz w:val="16"/>
      <w:szCs w:val="16"/>
      <w:lang w:eastAsia="en-US"/>
    </w:rPr>
  </w:style>
  <w:style w:type="character" w:styleId="Kohatitetekst">
    <w:name w:val="Placeholder Text"/>
    <w:basedOn w:val="Liguvaikefont"/>
    <w:uiPriority w:val="99"/>
    <w:semiHidden/>
    <w:rsid w:val="00886252"/>
    <w:rPr>
      <w:color w:val="808080"/>
    </w:rPr>
  </w:style>
  <w:style w:type="paragraph" w:styleId="Normaallaadveeb">
    <w:name w:val="Normal (Web)"/>
    <w:basedOn w:val="Normaallaad"/>
    <w:rsid w:val="00886252"/>
    <w:pPr>
      <w:spacing w:before="100" w:beforeAutospacing="1" w:after="100" w:afterAutospacing="1"/>
    </w:pPr>
    <w:rPr>
      <w:lang w:val="en-GB"/>
    </w:rPr>
  </w:style>
  <w:style w:type="character" w:styleId="Kommentaariviide">
    <w:name w:val="annotation reference"/>
    <w:basedOn w:val="Liguvaikefont"/>
    <w:uiPriority w:val="99"/>
    <w:semiHidden/>
    <w:rsid w:val="008862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8862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86252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8862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886252"/>
    <w:rPr>
      <w:b/>
      <w:bCs/>
      <w:lang w:eastAsia="en-US"/>
    </w:rPr>
  </w:style>
  <w:style w:type="paragraph" w:customStyle="1" w:styleId="Pealkiri11">
    <w:name w:val="Pealkiri 11"/>
    <w:basedOn w:val="Normaallaad"/>
    <w:rsid w:val="00D74156"/>
    <w:pPr>
      <w:numPr>
        <w:numId w:val="3"/>
      </w:numPr>
    </w:pPr>
  </w:style>
  <w:style w:type="paragraph" w:customStyle="1" w:styleId="Pealkiri21">
    <w:name w:val="Pealkiri 21"/>
    <w:basedOn w:val="Normaallaad"/>
    <w:rsid w:val="00D74156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D74156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D74156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D74156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D74156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D74156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D74156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D74156"/>
    <w:pPr>
      <w:numPr>
        <w:ilvl w:val="8"/>
        <w:numId w:val="3"/>
      </w:numPr>
    </w:pPr>
  </w:style>
  <w:style w:type="paragraph" w:styleId="Loendilik">
    <w:name w:val="List Paragraph"/>
    <w:basedOn w:val="Normaallaad"/>
    <w:uiPriority w:val="34"/>
    <w:qFormat/>
    <w:rsid w:val="00D74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etka\Downloads\lepingu%20l&#245;petamise%20kokkulepe%20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3B14BD2C8B64F9C86BECEFA0DB4B7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1EB4F69-D070-4D59-8E2D-72A94703FA55}"/>
      </w:docPartPr>
      <w:docPartBody>
        <w:p w:rsidR="00BA30F2" w:rsidRDefault="00BA30F2">
          <w:pPr>
            <w:pStyle w:val="43B14BD2C8B64F9C86BECEFA0DB4B767"/>
          </w:pPr>
          <w:r>
            <w:rPr>
              <w:rStyle w:val="Kohatitetekst"/>
            </w:rPr>
            <w:t>Click here to enter a date.</w:t>
          </w:r>
        </w:p>
      </w:docPartBody>
    </w:docPart>
    <w:docPart>
      <w:docPartPr>
        <w:name w:val="E7614448B1ED43D9B4BAD2A0D2C46E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C74F62A-0243-4718-B66C-DD6136B741F2}"/>
      </w:docPartPr>
      <w:docPartBody>
        <w:p w:rsidR="00BA30F2" w:rsidRDefault="00BA30F2">
          <w:pPr>
            <w:pStyle w:val="E7614448B1ED43D9B4BAD2A0D2C46E77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BF0D052B225643B4B2579248926B6C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C60AF2A-58BA-4A47-A8F3-D09129FA85BA}"/>
      </w:docPartPr>
      <w:docPartBody>
        <w:p w:rsidR="00BA30F2" w:rsidRDefault="00BA30F2">
          <w:pPr>
            <w:pStyle w:val="BF0D052B225643B4B2579248926B6C5F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46DB29E50901493D9EB9B4F6349DD05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7075955-1563-44EA-937F-A7D4E05C4D08}"/>
      </w:docPartPr>
      <w:docPartBody>
        <w:p w:rsidR="00BA30F2" w:rsidRDefault="00BA30F2">
          <w:pPr>
            <w:pStyle w:val="46DB29E50901493D9EB9B4F6349DD059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56EED5EA2BB4C63A6A309A63A16E08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3A0847-BA43-4F67-802E-AE36D9C3C80E}"/>
      </w:docPartPr>
      <w:docPartBody>
        <w:p w:rsidR="00BA30F2" w:rsidRDefault="00BA30F2">
          <w:pPr>
            <w:pStyle w:val="256EED5EA2BB4C63A6A309A63A16E08E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0F2"/>
    <w:rsid w:val="001D379B"/>
    <w:rsid w:val="003A0407"/>
    <w:rsid w:val="009F5BC8"/>
    <w:rsid w:val="00A53E77"/>
    <w:rsid w:val="00BA30F2"/>
    <w:rsid w:val="00D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43B14BD2C8B64F9C86BECEFA0DB4B767">
    <w:name w:val="43B14BD2C8B64F9C86BECEFA0DB4B767"/>
  </w:style>
  <w:style w:type="paragraph" w:customStyle="1" w:styleId="E7614448B1ED43D9B4BAD2A0D2C46E77">
    <w:name w:val="E7614448B1ED43D9B4BAD2A0D2C46E77"/>
  </w:style>
  <w:style w:type="paragraph" w:customStyle="1" w:styleId="BF0D052B225643B4B2579248926B6C5F">
    <w:name w:val="BF0D052B225643B4B2579248926B6C5F"/>
  </w:style>
  <w:style w:type="paragraph" w:customStyle="1" w:styleId="46DB29E50901493D9EB9B4F6349DD059">
    <w:name w:val="46DB29E50901493D9EB9B4F6349DD059"/>
  </w:style>
  <w:style w:type="paragraph" w:customStyle="1" w:styleId="256EED5EA2BB4C63A6A309A63A16E08E">
    <w:name w:val="256EED5EA2BB4C63A6A309A63A16E0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lepingu lõpetamise kokkulepe (3).dotx</Template>
  <TotalTime>2</TotalTime>
  <Pages>1</Pages>
  <Words>131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Riigimetsa  Majandamise Keskus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 Karu</dc:creator>
  <cp:lastModifiedBy>Karl Mänd | RMK</cp:lastModifiedBy>
  <cp:revision>2</cp:revision>
  <cp:lastPrinted>1900-12-31T22:00:00Z</cp:lastPrinted>
  <dcterms:created xsi:type="dcterms:W3CDTF">2024-12-20T14:06:00Z</dcterms:created>
  <dcterms:modified xsi:type="dcterms:W3CDTF">2024-12-20T14:06:00Z</dcterms:modified>
</cp:coreProperties>
</file>